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1"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2"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3"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06E3B8B9"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D41F8C">
              <w:rPr>
                <w:rFonts w:ascii="Garamond" w:hAnsi="Garamond"/>
                <w:b/>
                <w:sz w:val="22"/>
              </w:rPr>
              <w:t>2</w:t>
            </w:r>
            <w:r w:rsidR="00DA049D">
              <w:rPr>
                <w:rFonts w:ascii="Garamond" w:hAnsi="Garamond"/>
                <w:b/>
                <w:sz w:val="22"/>
              </w:rPr>
              <w:t>1</w:t>
            </w:r>
            <w:r w:rsidR="00D41F8C">
              <w:rPr>
                <w:rFonts w:ascii="Garamond" w:hAnsi="Garamond"/>
                <w:b/>
                <w:sz w:val="22"/>
              </w:rPr>
              <w:t>-1076</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28960001"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357642">
              <w:rPr>
                <w:rFonts w:ascii="Garamond" w:hAnsi="Garamond"/>
                <w:b/>
                <w:sz w:val="22"/>
              </w:rPr>
              <w:t>August 28, 2020</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77777777"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6"/>
        <w:gridCol w:w="357"/>
        <w:gridCol w:w="2685"/>
        <w:gridCol w:w="2672"/>
      </w:tblGrid>
      <w:tr w:rsidR="002F493F" w:rsidRPr="00167790" w14:paraId="7813CDFB" w14:textId="77777777" w:rsidTr="00FB30ED">
        <w:tc>
          <w:tcPr>
            <w:tcW w:w="5160" w:type="dxa"/>
          </w:tcPr>
          <w:p w14:paraId="512FF655" w14:textId="5D7ACC16" w:rsidR="002F493F" w:rsidRPr="00167790" w:rsidRDefault="002F493F" w:rsidP="00FB30ED">
            <w:pPr>
              <w:rPr>
                <w:rFonts w:ascii="Garamond" w:hAnsi="Garamond"/>
                <w:b/>
                <w:sz w:val="22"/>
              </w:rPr>
            </w:pPr>
            <w:proofErr w:type="gramStart"/>
            <w:r w:rsidRPr="00167790">
              <w:rPr>
                <w:rFonts w:ascii="Wingdings" w:eastAsia="Wingdings" w:hAnsi="Wingdings" w:cs="Wingdings"/>
                <w:b/>
                <w:sz w:val="22"/>
              </w:rPr>
              <w:t>r</w:t>
            </w:r>
            <w:r w:rsidRPr="00167790">
              <w:rPr>
                <w:rFonts w:ascii="Garamond" w:hAnsi="Garamond"/>
                <w:b/>
                <w:sz w:val="22"/>
              </w:rPr>
              <w:t xml:space="preserve">  MBE</w:t>
            </w:r>
            <w:proofErr w:type="gramEnd"/>
            <w:r w:rsidR="00FD302B" w:rsidRPr="00167790">
              <w:rPr>
                <w:rFonts w:ascii="Garamond" w:hAnsi="Garamond"/>
                <w:b/>
                <w:sz w:val="22"/>
              </w:rPr>
              <w:t xml:space="preserve"> Firm</w:t>
            </w:r>
            <w:r w:rsidRPr="00167790">
              <w:rPr>
                <w:rFonts w:ascii="Garamond" w:hAnsi="Garamond"/>
                <w:b/>
                <w:sz w:val="22"/>
              </w:rPr>
              <w:t xml:space="preserve">              </w:t>
            </w:r>
            <w:r w:rsidR="00B825F2" w:rsidRPr="004E6846">
              <w:rPr>
                <w:rFonts w:ascii="Garamond" w:hAnsi="Garamond"/>
                <w:b/>
                <w:sz w:val="22"/>
              </w:rPr>
              <w:t>X</w:t>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1A83FB7E" w14:textId="77777777" w:rsidR="00CB2F1C" w:rsidRDefault="00AD6963" w:rsidP="00FB30ED">
            <w:pPr>
              <w:rPr>
                <w:rFonts w:ascii="Garamond" w:hAnsi="Garamond"/>
                <w:b/>
                <w:sz w:val="22"/>
              </w:rPr>
            </w:pPr>
            <w:r w:rsidRPr="00167790">
              <w:rPr>
                <w:rFonts w:ascii="Garamond" w:hAnsi="Garamond"/>
                <w:b/>
                <w:sz w:val="22"/>
              </w:rPr>
              <w:t xml:space="preserve">Company Name:  </w:t>
            </w:r>
          </w:p>
          <w:p w14:paraId="2AD21D48" w14:textId="1656C9AF" w:rsidR="00AD6963" w:rsidRPr="00167790" w:rsidRDefault="00B825F2" w:rsidP="00FB30ED">
            <w:pPr>
              <w:rPr>
                <w:rFonts w:ascii="Garamond" w:hAnsi="Garamond"/>
                <w:b/>
                <w:sz w:val="22"/>
              </w:rPr>
            </w:pPr>
            <w:r>
              <w:rPr>
                <w:rFonts w:ascii="Garamond" w:hAnsi="Garamond"/>
                <w:b/>
                <w:sz w:val="22"/>
              </w:rPr>
              <w:t>Transform Consulting</w:t>
            </w:r>
            <w:r w:rsidR="00CB2F1C">
              <w:rPr>
                <w:rFonts w:ascii="Garamond" w:hAnsi="Garamond"/>
                <w:b/>
                <w:sz w:val="22"/>
              </w:rPr>
              <w:t xml:space="preserve"> Group, Inc.</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36F041D1" w:rsidR="00AD6963" w:rsidRPr="00167790" w:rsidRDefault="002F493F" w:rsidP="00FB30ED">
            <w:pPr>
              <w:rPr>
                <w:rFonts w:ascii="Garamond" w:hAnsi="Garamond"/>
                <w:b/>
                <w:sz w:val="22"/>
              </w:rPr>
            </w:pPr>
            <w:r w:rsidRPr="00167790">
              <w:rPr>
                <w:rFonts w:ascii="Garamond" w:hAnsi="Garamond"/>
                <w:b/>
                <w:sz w:val="22"/>
              </w:rPr>
              <w:t>Contact Person:</w:t>
            </w:r>
            <w:r w:rsidR="00153A06">
              <w:rPr>
                <w:rFonts w:ascii="Garamond" w:hAnsi="Garamond"/>
                <w:b/>
                <w:sz w:val="22"/>
              </w:rPr>
              <w:t xml:space="preserve"> Amanda Lopez</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0FDE1380" w14:textId="77777777" w:rsidR="00AD6963" w:rsidRDefault="00AD6963" w:rsidP="00FB30ED">
            <w:pPr>
              <w:rPr>
                <w:rFonts w:ascii="Garamond" w:hAnsi="Garamond"/>
                <w:b/>
                <w:sz w:val="22"/>
              </w:rPr>
            </w:pPr>
            <w:r w:rsidRPr="00167790">
              <w:rPr>
                <w:rFonts w:ascii="Garamond" w:hAnsi="Garamond"/>
                <w:b/>
                <w:sz w:val="22"/>
              </w:rPr>
              <w:t>Address:</w:t>
            </w:r>
          </w:p>
          <w:p w14:paraId="0F87E2D6" w14:textId="77777777" w:rsidR="00B825F2" w:rsidRDefault="00CB2F1C" w:rsidP="00FB30ED">
            <w:pPr>
              <w:rPr>
                <w:rFonts w:ascii="Garamond" w:hAnsi="Garamond"/>
                <w:b/>
                <w:sz w:val="22"/>
              </w:rPr>
            </w:pPr>
            <w:r>
              <w:rPr>
                <w:rFonts w:ascii="Garamond" w:hAnsi="Garamond"/>
                <w:b/>
                <w:sz w:val="22"/>
              </w:rPr>
              <w:t>144 S. Wabash St.</w:t>
            </w:r>
          </w:p>
          <w:p w14:paraId="2F5C9F72" w14:textId="0C4CA000" w:rsidR="00CB2F1C" w:rsidRPr="00167790" w:rsidRDefault="00CB2F1C" w:rsidP="00FB30ED">
            <w:pPr>
              <w:rPr>
                <w:rFonts w:ascii="Garamond" w:hAnsi="Garamond"/>
                <w:b/>
                <w:sz w:val="22"/>
              </w:rPr>
            </w:pPr>
            <w:r>
              <w:rPr>
                <w:rFonts w:ascii="Garamond" w:hAnsi="Garamond"/>
                <w:b/>
                <w:sz w:val="22"/>
              </w:rPr>
              <w:t>Wabash, IN 46992</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1ABF335D" w:rsidR="00AD6963" w:rsidRPr="00167790" w:rsidRDefault="00AD6963" w:rsidP="00FB30ED">
            <w:pPr>
              <w:rPr>
                <w:rFonts w:ascii="Garamond" w:hAnsi="Garamond"/>
                <w:b/>
                <w:sz w:val="22"/>
              </w:rPr>
            </w:pPr>
            <w:r w:rsidRPr="00495C9F">
              <w:rPr>
                <w:rFonts w:ascii="Garamond" w:hAnsi="Garamond"/>
                <w:b/>
                <w:sz w:val="22"/>
              </w:rPr>
              <w:t>E-mail:</w:t>
            </w:r>
            <w:r w:rsidR="004E6846" w:rsidRPr="00495C9F">
              <w:rPr>
                <w:rFonts w:ascii="Garamond" w:hAnsi="Garamond"/>
                <w:b/>
                <w:sz w:val="22"/>
              </w:rPr>
              <w:t xml:space="preserve"> </w:t>
            </w:r>
            <w:r w:rsidR="00495C9F">
              <w:t xml:space="preserve"> </w:t>
            </w:r>
            <w:r w:rsidR="00495C9F" w:rsidRPr="00495C9F">
              <w:rPr>
                <w:rFonts w:ascii="Garamond" w:hAnsi="Garamond"/>
                <w:b/>
                <w:sz w:val="22"/>
              </w:rPr>
              <w:t>a.lopez@transformconsultinggroup.com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495C9F" w:rsidRDefault="00AB1FB2" w:rsidP="00FB30ED">
            <w:pPr>
              <w:rPr>
                <w:rFonts w:ascii="Garamond" w:hAnsi="Garamond"/>
                <w:b/>
                <w:sz w:val="22"/>
              </w:rPr>
            </w:pPr>
            <w:r w:rsidRPr="00495C9F">
              <w:rPr>
                <w:rFonts w:ascii="Garamond" w:hAnsi="Garamond"/>
                <w:b/>
                <w:sz w:val="22"/>
              </w:rPr>
              <w:t xml:space="preserve">Telephone Number:  </w:t>
            </w:r>
          </w:p>
          <w:p w14:paraId="4CB783DA" w14:textId="27CBC45D" w:rsidR="00AB1FB2" w:rsidRPr="00167790" w:rsidRDefault="00AB1FB2" w:rsidP="00FB30ED">
            <w:pPr>
              <w:rPr>
                <w:rFonts w:ascii="Garamond" w:hAnsi="Garamond"/>
                <w:b/>
                <w:sz w:val="22"/>
              </w:rPr>
            </w:pPr>
            <w:r w:rsidRPr="00167790">
              <w:rPr>
                <w:rFonts w:ascii="Garamond" w:hAnsi="Garamond"/>
                <w:b/>
                <w:sz w:val="22"/>
              </w:rPr>
              <w:t xml:space="preserve"> (</w:t>
            </w:r>
            <w:r w:rsidR="00495C9F">
              <w:rPr>
                <w:rFonts w:ascii="Garamond" w:hAnsi="Garamond"/>
                <w:b/>
                <w:sz w:val="22"/>
              </w:rPr>
              <w:t>317</w:t>
            </w:r>
            <w:r w:rsidRPr="00167790">
              <w:rPr>
                <w:rFonts w:ascii="Garamond" w:hAnsi="Garamond"/>
                <w:b/>
                <w:sz w:val="22"/>
              </w:rPr>
              <w:t>)</w:t>
            </w:r>
            <w:r w:rsidR="00495C9F">
              <w:rPr>
                <w:rFonts w:ascii="Garamond" w:hAnsi="Garamond"/>
                <w:b/>
                <w:sz w:val="22"/>
              </w:rPr>
              <w:t xml:space="preserve"> 324-4070</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5E56A8D1" w14:textId="17D0B01D" w:rsidR="002F493F" w:rsidRPr="00167790" w:rsidRDefault="00F231B1" w:rsidP="00FB30ED">
            <w:pPr>
              <w:rPr>
                <w:rFonts w:ascii="Garamond" w:hAnsi="Garamond"/>
                <w:b/>
                <w:sz w:val="22"/>
              </w:rPr>
            </w:pPr>
            <w:r w:rsidRPr="00167790">
              <w:rPr>
                <w:rFonts w:ascii="Garamond" w:hAnsi="Garamond"/>
                <w:b/>
                <w:sz w:val="22"/>
              </w:rPr>
              <w:t>Sub-Contract Amount:</w:t>
            </w:r>
            <w:r w:rsidR="00CB2F1C">
              <w:rPr>
                <w:rFonts w:ascii="Garamond" w:hAnsi="Garamond"/>
                <w:b/>
                <w:sz w:val="22"/>
              </w:rPr>
              <w:t xml:space="preserve"> </w:t>
            </w:r>
            <w:r w:rsidR="00A34D33">
              <w:rPr>
                <w:rFonts w:ascii="Garamond" w:hAnsi="Garamond"/>
                <w:b/>
                <w:sz w:val="22"/>
              </w:rPr>
              <w:t>$7,960</w:t>
            </w:r>
          </w:p>
          <w:p w14:paraId="3D974ED0" w14:textId="2AA0936F"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A34D33">
              <w:rPr>
                <w:rFonts w:ascii="Garamond" w:hAnsi="Garamond"/>
                <w:b/>
                <w:sz w:val="22"/>
              </w:rPr>
              <w:t xml:space="preserve"> </w:t>
            </w:r>
            <w:r w:rsidR="00F248DE">
              <w:rPr>
                <w:rFonts w:ascii="Garamond" w:hAnsi="Garamond"/>
                <w:b/>
                <w:sz w:val="22"/>
              </w:rPr>
              <w:t>10.6%</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042CF080" w:rsidR="007C6B08" w:rsidRPr="00132324" w:rsidRDefault="003B3CA6" w:rsidP="00132324">
            <w:pPr>
              <w:pStyle w:val="gmail-m-5637739117994825077gmail-m-5607788939494572288gmail-m-5729700159777482597gmail-m-5132756259854808005msolistparagraph"/>
              <w:rPr>
                <w:rFonts w:ascii="Times New Roman" w:eastAsia="Times New Roman" w:hAnsi="Times New Roman" w:cs="Times New Roman"/>
              </w:rPr>
            </w:pPr>
            <w:r>
              <w:rPr>
                <w:rFonts w:ascii="Times New Roman" w:eastAsia="Times New Roman" w:hAnsi="Times New Roman" w:cs="Times New Roman"/>
              </w:rPr>
              <w:t>Transform Consulting Group, Inc. will provide project management and facilitation support</w:t>
            </w:r>
            <w:r w:rsidR="00F35CB7">
              <w:rPr>
                <w:rFonts w:ascii="Times New Roman" w:eastAsia="Times New Roman" w:hAnsi="Times New Roman" w:cs="Times New Roman"/>
              </w:rPr>
              <w:t xml:space="preserve">, contributing to project meetings, facilitating visioning sessions, and </w:t>
            </w:r>
            <w:r w:rsidR="00E60C0F">
              <w:rPr>
                <w:rFonts w:ascii="Times New Roman" w:eastAsia="Times New Roman" w:hAnsi="Times New Roman" w:cs="Times New Roman"/>
              </w:rPr>
              <w:t xml:space="preserve">creating status reports. Transform will also contribute technical writing support, assisting with producing the </w:t>
            </w:r>
            <w:r w:rsidR="00132324">
              <w:rPr>
                <w:rFonts w:ascii="Times New Roman" w:eastAsia="Times New Roman" w:hAnsi="Times New Roman" w:cs="Times New Roman"/>
              </w:rPr>
              <w:t>DWD compliance strategic plan and monitoring manual deliverables.</w:t>
            </w: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6DFEAE25"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153A06">
              <w:rPr>
                <w:rFonts w:ascii="Garamond" w:hAnsi="Garamond"/>
                <w:b/>
                <w:sz w:val="22"/>
              </w:rPr>
              <w:t xml:space="preserve"> October 2020 – March 2021</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proofErr w:type="gramStart"/>
            <w:r w:rsidRPr="00167790">
              <w:rPr>
                <w:rFonts w:ascii="Wingdings" w:eastAsia="Wingdings" w:hAnsi="Wingdings" w:cs="Wingdings"/>
                <w:b/>
                <w:sz w:val="22"/>
              </w:rPr>
              <w:t>r</w:t>
            </w:r>
            <w:r w:rsidRPr="00167790">
              <w:rPr>
                <w:rFonts w:ascii="Garamond" w:hAnsi="Garamond"/>
                <w:b/>
                <w:sz w:val="22"/>
              </w:rPr>
              <w:t xml:space="preserve">  MBE</w:t>
            </w:r>
            <w:proofErr w:type="gramEnd"/>
            <w:r w:rsidRPr="00167790">
              <w:rPr>
                <w:rFonts w:ascii="Garamond" w:hAnsi="Garamond"/>
                <w:b/>
                <w:sz w:val="22"/>
              </w:rPr>
              <w:t xml:space="preserve"> Firm              </w:t>
            </w:r>
            <w:r w:rsidRPr="00167790">
              <w:rPr>
                <w:rFonts w:ascii="Wingdings" w:eastAsia="Wingdings" w:hAnsi="Wingdings" w:cs="Wingdings"/>
                <w:b/>
                <w:sz w:val="22"/>
              </w:rPr>
              <w:t>r</w:t>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22"/>
        <w:gridCol w:w="443"/>
        <w:gridCol w:w="5227"/>
      </w:tblGrid>
      <w:tr w:rsidR="00AD6963" w:rsidRPr="00167790" w14:paraId="42555802" w14:textId="77777777">
        <w:tc>
          <w:tcPr>
            <w:tcW w:w="5130" w:type="dxa"/>
            <w:tcBorders>
              <w:bottom w:val="single" w:sz="4" w:space="0" w:color="auto"/>
            </w:tcBorders>
          </w:tcPr>
          <w:p w14:paraId="526798DC" w14:textId="5B44D9BD" w:rsidR="00AD6963" w:rsidRPr="00167790" w:rsidRDefault="00DF35BC" w:rsidP="00AD6963">
            <w:pPr>
              <w:rPr>
                <w:rFonts w:ascii="Garamond" w:hAnsi="Garamond"/>
                <w:sz w:val="22"/>
              </w:rPr>
            </w:pPr>
            <w:r>
              <w:rPr>
                <w:rFonts w:ascii="Garamond" w:hAnsi="Garamond"/>
                <w:sz w:val="22"/>
              </w:rPr>
              <w:t>PCG-Indiana</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02529030" w:rsidR="00AD6963" w:rsidRPr="00167790" w:rsidRDefault="007264F7" w:rsidP="00AD6963">
            <w:pPr>
              <w:rPr>
                <w:rFonts w:ascii="Garamond" w:hAnsi="Garamond"/>
                <w:sz w:val="22"/>
              </w:rPr>
            </w:pPr>
            <w:r w:rsidRPr="007264F7">
              <w:rPr>
                <w:rFonts w:ascii="Garamond" w:hAnsi="Garamond"/>
                <w:sz w:val="22"/>
              </w:rPr>
              <w:t>317.829.6565 (Indiana Office)</w:t>
            </w:r>
            <w:r w:rsidR="005F0A8B">
              <w:rPr>
                <w:rFonts w:ascii="Garamond" w:hAnsi="Garamond"/>
                <w:sz w:val="22"/>
              </w:rPr>
              <w:t xml:space="preserve">; </w:t>
            </w:r>
            <w:r w:rsidR="00D125D5">
              <w:rPr>
                <w:rFonts w:ascii="Garamond" w:hAnsi="Garamond"/>
                <w:sz w:val="22"/>
              </w:rPr>
              <w:t>617.717.1274 (Direct)</w:t>
            </w:r>
            <w:r w:rsidRPr="007264F7">
              <w:rPr>
                <w:rFonts w:ascii="Garamond" w:hAnsi="Garamond"/>
                <w:sz w:val="22"/>
              </w:rPr>
              <w:t> </w:t>
            </w: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02109408" w:rsidR="00FD302B" w:rsidRPr="00167790" w:rsidRDefault="006460AA" w:rsidP="00AD6963">
            <w:pPr>
              <w:rPr>
                <w:rFonts w:ascii="Garamond" w:hAnsi="Garamond"/>
                <w:sz w:val="22"/>
              </w:rPr>
            </w:pPr>
            <w:r w:rsidRPr="006460AA">
              <w:rPr>
                <w:rFonts w:ascii="Garamond" w:hAnsi="Garamond"/>
                <w:sz w:val="22"/>
              </w:rPr>
              <w:t>150 W. Market St., Suite 510 </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1C64AAA7" w:rsidR="00AD6963" w:rsidRPr="00167790" w:rsidRDefault="00BA7DA5" w:rsidP="00AD6963">
            <w:pPr>
              <w:rPr>
                <w:rFonts w:ascii="Garamond" w:hAnsi="Garamond"/>
                <w:sz w:val="22"/>
              </w:rPr>
            </w:pPr>
            <w:r w:rsidRPr="00BA7DA5">
              <w:rPr>
                <w:rFonts w:ascii="Garamond" w:hAnsi="Garamond"/>
                <w:sz w:val="22"/>
              </w:rPr>
              <w:t>317.829.6551</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4B5459" w:rsidR="00AD6963" w:rsidRPr="00167790" w:rsidRDefault="00EF2FE8" w:rsidP="00AD6963">
            <w:pPr>
              <w:rPr>
                <w:rFonts w:ascii="Garamond" w:hAnsi="Garamond"/>
                <w:sz w:val="22"/>
              </w:rPr>
            </w:pPr>
            <w:r w:rsidRPr="00EF2FE8">
              <w:rPr>
                <w:rFonts w:ascii="Garamond" w:hAnsi="Garamond"/>
                <w:sz w:val="22"/>
              </w:rPr>
              <w:t>Indianapolis, IN 46204 </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13E9C341" w:rsidR="00AD6963" w:rsidRPr="00167790" w:rsidRDefault="00D602D8" w:rsidP="00AD6963">
            <w:pPr>
              <w:rPr>
                <w:rFonts w:ascii="Garamond" w:hAnsi="Garamond"/>
                <w:sz w:val="22"/>
              </w:rPr>
            </w:pPr>
            <w:hyperlink r:id="rId14" w:history="1">
              <w:r w:rsidR="005F0A8B" w:rsidRPr="009D7612">
                <w:rPr>
                  <w:rStyle w:val="Hyperlink"/>
                  <w:rFonts w:ascii="Garamond" w:hAnsi="Garamond"/>
                  <w:sz w:val="22"/>
                </w:rPr>
                <w:t>kfallon@pcgus.com</w:t>
              </w:r>
            </w:hyperlink>
            <w:r w:rsidR="00BA7DA5">
              <w:rPr>
                <w:rFonts w:ascii="Garamond" w:hAnsi="Garamond"/>
                <w:sz w:val="22"/>
              </w:rPr>
              <w:t xml:space="preserve"> </w:t>
            </w: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313B79DC" w:rsidR="00FD302B" w:rsidRPr="00167790" w:rsidRDefault="00807C0C" w:rsidP="00AD6963">
            <w:pPr>
              <w:rPr>
                <w:rFonts w:ascii="Garamond" w:hAnsi="Garamond"/>
                <w:sz w:val="22"/>
              </w:rPr>
            </w:pPr>
            <w:r>
              <w:rPr>
                <w:rFonts w:ascii="Garamond" w:hAnsi="Garamond"/>
                <w:sz w:val="22"/>
              </w:rPr>
              <w:t>Kathleen Fallon</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6437D032" w:rsidR="00FD302B" w:rsidRPr="00167790" w:rsidRDefault="00A851C3" w:rsidP="00AD6963">
            <w:pPr>
              <w:rPr>
                <w:rFonts w:ascii="Garamond" w:hAnsi="Garamond"/>
                <w:sz w:val="22"/>
              </w:rPr>
            </w:pPr>
            <w:r>
              <w:rPr>
                <w:rFonts w:ascii="Arial" w:eastAsia="Arial" w:hAnsi="Arial"/>
                <w:noProof/>
                <w:sz w:val="20"/>
              </w:rPr>
              <w:drawing>
                <wp:inline distT="0" distB="0" distL="0" distR="0" wp14:anchorId="148FCC93" wp14:editId="7EA97FB4">
                  <wp:extent cx="838200" cy="2882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3684" cy="327933"/>
                          </a:xfrm>
                          <a:prstGeom prst="rect">
                            <a:avLst/>
                          </a:prstGeom>
                          <a:noFill/>
                          <a:ln>
                            <a:noFill/>
                          </a:ln>
                        </pic:spPr>
                      </pic:pic>
                    </a:graphicData>
                  </a:graphic>
                </wp:inline>
              </w:drawing>
            </w: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1425A533" w:rsidR="00FD302B" w:rsidRPr="00167790" w:rsidRDefault="00955603" w:rsidP="00AD6963">
            <w:pPr>
              <w:rPr>
                <w:rFonts w:ascii="Garamond" w:hAnsi="Garamond"/>
                <w:sz w:val="22"/>
              </w:rPr>
            </w:pPr>
            <w:r>
              <w:rPr>
                <w:rFonts w:ascii="Garamond" w:hAnsi="Garamond"/>
                <w:sz w:val="22"/>
              </w:rPr>
              <w:t>August 28, 2020</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2E6FF3FC" w:rsidR="00FD302B" w:rsidRPr="00167790" w:rsidRDefault="00955603" w:rsidP="00AD6963">
            <w:pPr>
              <w:rPr>
                <w:rFonts w:ascii="Garamond" w:hAnsi="Garamond"/>
                <w:sz w:val="22"/>
              </w:rPr>
            </w:pPr>
            <w:r>
              <w:rPr>
                <w:rFonts w:ascii="Garamond" w:hAnsi="Garamond"/>
                <w:sz w:val="22"/>
              </w:rPr>
              <w:t xml:space="preserve">Kathleen Fallon, </w:t>
            </w:r>
            <w:r w:rsidR="007264F7">
              <w:rPr>
                <w:rFonts w:ascii="Garamond" w:hAnsi="Garamond"/>
                <w:sz w:val="22"/>
              </w:rPr>
              <w:t>Practice Area Director, Human Services</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lastRenderedPageBreak/>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47D1D62E"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CF97D" w14:textId="77777777" w:rsidR="00812D41" w:rsidRDefault="00812D41">
      <w:pPr>
        <w:spacing w:line="20" w:lineRule="exact"/>
      </w:pPr>
    </w:p>
  </w:endnote>
  <w:endnote w:type="continuationSeparator" w:id="0">
    <w:p w14:paraId="7D5D58BD" w14:textId="77777777" w:rsidR="00812D41" w:rsidRDefault="00812D41">
      <w:r>
        <w:t xml:space="preserve"> </w:t>
      </w:r>
    </w:p>
  </w:endnote>
  <w:endnote w:type="continuationNotice" w:id="1">
    <w:p w14:paraId="1D64FD9A" w14:textId="77777777" w:rsidR="00812D41" w:rsidRDefault="00812D4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2D107" w14:textId="77777777" w:rsidR="00812D41" w:rsidRDefault="00812D41">
      <w:r>
        <w:separator/>
      </w:r>
    </w:p>
  </w:footnote>
  <w:footnote w:type="continuationSeparator" w:id="0">
    <w:p w14:paraId="34371FFF" w14:textId="77777777" w:rsidR="00812D41" w:rsidRDefault="00812D41">
      <w:r>
        <w:continuationSeparator/>
      </w:r>
    </w:p>
  </w:footnote>
  <w:footnote w:type="continuationNotice" w:id="1">
    <w:p w14:paraId="4F95EC4F" w14:textId="77777777" w:rsidR="00B75788" w:rsidRDefault="00B757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7FCB5D1D"/>
    <w:multiLevelType w:val="multilevel"/>
    <w:tmpl w:val="B94077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C39F3"/>
    <w:rsid w:val="000D0EDE"/>
    <w:rsid w:val="000D4315"/>
    <w:rsid w:val="00120B5D"/>
    <w:rsid w:val="00120F7A"/>
    <w:rsid w:val="0012295B"/>
    <w:rsid w:val="00130FC6"/>
    <w:rsid w:val="00132324"/>
    <w:rsid w:val="00143535"/>
    <w:rsid w:val="001528E3"/>
    <w:rsid w:val="00153A06"/>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57642"/>
    <w:rsid w:val="0036104C"/>
    <w:rsid w:val="003843F1"/>
    <w:rsid w:val="003867F4"/>
    <w:rsid w:val="0039630E"/>
    <w:rsid w:val="003B3CA6"/>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C9F"/>
    <w:rsid w:val="00495FCE"/>
    <w:rsid w:val="004979AC"/>
    <w:rsid w:val="004B4727"/>
    <w:rsid w:val="004B72DC"/>
    <w:rsid w:val="004C5C25"/>
    <w:rsid w:val="004D04D8"/>
    <w:rsid w:val="004E0965"/>
    <w:rsid w:val="004E2BB3"/>
    <w:rsid w:val="004E6846"/>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90AED"/>
    <w:rsid w:val="005B3F17"/>
    <w:rsid w:val="005D0AFC"/>
    <w:rsid w:val="005F0A8B"/>
    <w:rsid w:val="00616CB7"/>
    <w:rsid w:val="00623990"/>
    <w:rsid w:val="006264B2"/>
    <w:rsid w:val="00635042"/>
    <w:rsid w:val="006460AA"/>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64F7"/>
    <w:rsid w:val="007279B0"/>
    <w:rsid w:val="00730EEF"/>
    <w:rsid w:val="0073296D"/>
    <w:rsid w:val="00733929"/>
    <w:rsid w:val="00747C0A"/>
    <w:rsid w:val="00765534"/>
    <w:rsid w:val="00770FA6"/>
    <w:rsid w:val="007742C4"/>
    <w:rsid w:val="007C0223"/>
    <w:rsid w:val="007C09A3"/>
    <w:rsid w:val="007C6B08"/>
    <w:rsid w:val="007F48CC"/>
    <w:rsid w:val="00805CE8"/>
    <w:rsid w:val="00807C0C"/>
    <w:rsid w:val="00812D41"/>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55603"/>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4D33"/>
    <w:rsid w:val="00A36A18"/>
    <w:rsid w:val="00A422E8"/>
    <w:rsid w:val="00A55869"/>
    <w:rsid w:val="00A60F58"/>
    <w:rsid w:val="00A851C3"/>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75788"/>
    <w:rsid w:val="00B825E6"/>
    <w:rsid w:val="00B825F2"/>
    <w:rsid w:val="00B90F6B"/>
    <w:rsid w:val="00BA7DA5"/>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2F1C"/>
    <w:rsid w:val="00CB4AB6"/>
    <w:rsid w:val="00CC78CB"/>
    <w:rsid w:val="00CD0CCE"/>
    <w:rsid w:val="00CD6EBE"/>
    <w:rsid w:val="00CE3A6C"/>
    <w:rsid w:val="00CE6AAE"/>
    <w:rsid w:val="00CF2476"/>
    <w:rsid w:val="00D066BB"/>
    <w:rsid w:val="00D125D5"/>
    <w:rsid w:val="00D17DA2"/>
    <w:rsid w:val="00D25C8B"/>
    <w:rsid w:val="00D263CB"/>
    <w:rsid w:val="00D41F8C"/>
    <w:rsid w:val="00D44D0D"/>
    <w:rsid w:val="00D4613A"/>
    <w:rsid w:val="00D602D8"/>
    <w:rsid w:val="00D61EDC"/>
    <w:rsid w:val="00D6611B"/>
    <w:rsid w:val="00D6748C"/>
    <w:rsid w:val="00D72777"/>
    <w:rsid w:val="00D74EB0"/>
    <w:rsid w:val="00D7642E"/>
    <w:rsid w:val="00D829BA"/>
    <w:rsid w:val="00D96E4E"/>
    <w:rsid w:val="00D97043"/>
    <w:rsid w:val="00DA040A"/>
    <w:rsid w:val="00DA049D"/>
    <w:rsid w:val="00DB25F4"/>
    <w:rsid w:val="00DB686A"/>
    <w:rsid w:val="00DC1D7C"/>
    <w:rsid w:val="00DC47D8"/>
    <w:rsid w:val="00DF35BC"/>
    <w:rsid w:val="00E03B78"/>
    <w:rsid w:val="00E13D74"/>
    <w:rsid w:val="00E36E1C"/>
    <w:rsid w:val="00E37000"/>
    <w:rsid w:val="00E37C76"/>
    <w:rsid w:val="00E41582"/>
    <w:rsid w:val="00E57E8B"/>
    <w:rsid w:val="00E60C0F"/>
    <w:rsid w:val="00E70CD9"/>
    <w:rsid w:val="00E879F5"/>
    <w:rsid w:val="00E92B77"/>
    <w:rsid w:val="00E95F6E"/>
    <w:rsid w:val="00EC5EBD"/>
    <w:rsid w:val="00EC6950"/>
    <w:rsid w:val="00EE0262"/>
    <w:rsid w:val="00EE1198"/>
    <w:rsid w:val="00EE327F"/>
    <w:rsid w:val="00EE6DAA"/>
    <w:rsid w:val="00EF0FF7"/>
    <w:rsid w:val="00EF2FE8"/>
    <w:rsid w:val="00EF7207"/>
    <w:rsid w:val="00F02CBF"/>
    <w:rsid w:val="00F048D9"/>
    <w:rsid w:val="00F06E5B"/>
    <w:rsid w:val="00F1223E"/>
    <w:rsid w:val="00F125B4"/>
    <w:rsid w:val="00F231B1"/>
    <w:rsid w:val="00F248DE"/>
    <w:rsid w:val="00F31F68"/>
    <w:rsid w:val="00F35CB7"/>
    <w:rsid w:val="00F411ED"/>
    <w:rsid w:val="00F41DC3"/>
    <w:rsid w:val="00F43723"/>
    <w:rsid w:val="00F454F2"/>
    <w:rsid w:val="00F51EB3"/>
    <w:rsid w:val="00F521DD"/>
    <w:rsid w:val="00F5571E"/>
    <w:rsid w:val="00F565EC"/>
    <w:rsid w:val="00F707EC"/>
    <w:rsid w:val="00F82F10"/>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E5A27"/>
  <w15:docId w15:val="{F624A5BF-87AF-4D9B-BF65-3CC3210C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paragraph" w:customStyle="1" w:styleId="gmail-m-5637739117994825077gmail-m-5607788939494572288gmail-m-5729700159777482597gmail-m-5132756259854808005msolistparagraph">
    <w:name w:val="gmail-m_-5637739117994825077gmail-m-5607788939494572288gmail-m-5729700159777482597gmail-m-5132756259854808005msolistparagraph"/>
    <w:basedOn w:val="Normal"/>
    <w:rsid w:val="003B3CA6"/>
    <w:pPr>
      <w:spacing w:before="100" w:beforeAutospacing="1" w:after="100" w:afterAutospacing="1"/>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BA7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gov/idoa/2867.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gov/idoa/2867.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doa/2867.ht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fallon@pcgu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9A03BD973AD044981EB8C87FE673661" ma:contentTypeVersion="6" ma:contentTypeDescription="Create a new document." ma:contentTypeScope="" ma:versionID="cfb1adbbbd01e397d39ca6cc9d0407fd">
  <xsd:schema xmlns:xsd="http://www.w3.org/2001/XMLSchema" xmlns:xs="http://www.w3.org/2001/XMLSchema" xmlns:p="http://schemas.microsoft.com/office/2006/metadata/properties" xmlns:ns2="caf1ffad-baa5-47a7-832e-7508638fe08a" xmlns:ns3="a4247e86-949e-4dd6-83f2-364ff252ace2" targetNamespace="http://schemas.microsoft.com/office/2006/metadata/properties" ma:root="true" ma:fieldsID="1fa3cd4058384ed3aa94e59b4625213c" ns2:_="" ns3:_="">
    <xsd:import namespace="caf1ffad-baa5-47a7-832e-7508638fe08a"/>
    <xsd:import namespace="a4247e86-949e-4dd6-83f2-364ff252ac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ffad-baa5-47a7-832e-7508638fe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247e86-949e-4dd6-83f2-364ff252ac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AB34C-F8E6-4AAE-B3BC-A39E5ADCB41F}">
  <ds:schemaRefs>
    <ds:schemaRef ds:uri="http://schemas.microsoft.com/sharepoint/v3/contenttype/forms"/>
  </ds:schemaRefs>
</ds:datastoreItem>
</file>

<file path=customXml/itemProps2.xml><?xml version="1.0" encoding="utf-8"?>
<ds:datastoreItem xmlns:ds="http://schemas.openxmlformats.org/officeDocument/2006/customXml" ds:itemID="{A3317FCA-D4AB-4A6D-A80B-5C2EA8D16B96}">
  <ds:schemaRefs>
    <ds:schemaRef ds:uri="caf1ffad-baa5-47a7-832e-7508638fe08a"/>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a4247e86-949e-4dd6-83f2-364ff252ace2"/>
    <ds:schemaRef ds:uri="http://www.w3.org/XML/1998/namespace"/>
    <ds:schemaRef ds:uri="http://purl.org/dc/dcmitype/"/>
  </ds:schemaRefs>
</ds:datastoreItem>
</file>

<file path=customXml/itemProps3.xml><?xml version="1.0" encoding="utf-8"?>
<ds:datastoreItem xmlns:ds="http://schemas.openxmlformats.org/officeDocument/2006/customXml" ds:itemID="{2BDA9BE4-B5C6-4531-9E05-2D8748A6CAF0}">
  <ds:schemaRefs>
    <ds:schemaRef ds:uri="http://schemas.openxmlformats.org/officeDocument/2006/bibliography"/>
  </ds:schemaRefs>
</ds:datastoreItem>
</file>

<file path=customXml/itemProps4.xml><?xml version="1.0" encoding="utf-8"?>
<ds:datastoreItem xmlns:ds="http://schemas.openxmlformats.org/officeDocument/2006/customXml" ds:itemID="{7AB0EB69-BA76-46D1-BF51-FA6E8024B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ffad-baa5-47a7-832e-7508638fe08a"/>
    <ds:schemaRef ds:uri="a4247e86-949e-4dd6-83f2-364ff252a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809</Words>
  <Characters>5132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5930</CharactersWithSpaces>
  <SharedDoc>false</SharedDoc>
  <HLinks>
    <vt:vector size="24" baseType="variant">
      <vt:variant>
        <vt:i4>56</vt:i4>
      </vt:variant>
      <vt:variant>
        <vt:i4>9</vt:i4>
      </vt:variant>
      <vt:variant>
        <vt:i4>0</vt:i4>
      </vt:variant>
      <vt:variant>
        <vt:i4>5</vt:i4>
      </vt:variant>
      <vt:variant>
        <vt:lpwstr>mailto:kfallon@pcgus.com</vt:lpwstr>
      </vt:variant>
      <vt:variant>
        <vt:lpwstr/>
      </vt: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Brandon-Friedman, David C</cp:lastModifiedBy>
  <cp:revision>2</cp:revision>
  <cp:lastPrinted>2014-07-02T20:29:00Z</cp:lastPrinted>
  <dcterms:created xsi:type="dcterms:W3CDTF">2020-08-28T19:27:00Z</dcterms:created>
  <dcterms:modified xsi:type="dcterms:W3CDTF">2020-08-28T19:27:00Z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0x010100C9A03BD973AD044981EB8C87FE673661</vt:lpwstr>
  </property>
</Properties>
</file>